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A91" w:rsidRDefault="00691A91" w:rsidP="00F64A51">
      <w:pPr>
        <w:jc w:val="right"/>
        <w:rPr>
          <w:sz w:val="22"/>
          <w:szCs w:val="22"/>
        </w:rPr>
      </w:pPr>
    </w:p>
    <w:p w:rsidR="00F64A51" w:rsidRDefault="00B76A25" w:rsidP="00B76A25">
      <w:pPr>
        <w:jc w:val="center"/>
        <w:rPr>
          <w:sz w:val="22"/>
          <w:szCs w:val="22"/>
        </w:rPr>
      </w:pPr>
      <w:r>
        <w:rPr>
          <w:sz w:val="22"/>
          <w:szCs w:val="22"/>
        </w:rPr>
        <w:t>AVVISO PER LE ORGANIZZAZIONI SINDACALI</w:t>
      </w:r>
    </w:p>
    <w:p w:rsidR="00F64A51" w:rsidRDefault="00F64A51" w:rsidP="001A454A">
      <w:pPr>
        <w:jc w:val="right"/>
        <w:rPr>
          <w:sz w:val="22"/>
          <w:szCs w:val="22"/>
        </w:rPr>
      </w:pPr>
    </w:p>
    <w:p w:rsidR="00A84740" w:rsidRDefault="00A84740" w:rsidP="00CC5A07">
      <w:pPr>
        <w:jc w:val="right"/>
        <w:rPr>
          <w:sz w:val="22"/>
          <w:szCs w:val="22"/>
        </w:rPr>
      </w:pPr>
    </w:p>
    <w:p w:rsidR="00CC5A07" w:rsidRDefault="00CC5A07" w:rsidP="007C31F2">
      <w:pPr>
        <w:jc w:val="both"/>
        <w:rPr>
          <w:sz w:val="22"/>
          <w:szCs w:val="22"/>
        </w:rPr>
      </w:pPr>
    </w:p>
    <w:p w:rsidR="00CC5A07" w:rsidRDefault="00CC5A07" w:rsidP="007C31F2">
      <w:pPr>
        <w:jc w:val="both"/>
        <w:rPr>
          <w:sz w:val="22"/>
          <w:szCs w:val="22"/>
        </w:rPr>
      </w:pPr>
    </w:p>
    <w:p w:rsidR="00AD7E37" w:rsidRDefault="00AD7E37" w:rsidP="007C31F2">
      <w:pPr>
        <w:jc w:val="both"/>
        <w:rPr>
          <w:sz w:val="22"/>
          <w:szCs w:val="22"/>
        </w:rPr>
      </w:pPr>
    </w:p>
    <w:p w:rsidR="007C31F2" w:rsidRPr="00533746" w:rsidRDefault="00BD2F69" w:rsidP="00BD2F69">
      <w:pPr>
        <w:ind w:left="1418" w:hanging="141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Oggetto: </w:t>
      </w:r>
      <w:r>
        <w:rPr>
          <w:sz w:val="22"/>
          <w:szCs w:val="22"/>
        </w:rPr>
        <w:tab/>
      </w:r>
      <w:r w:rsidR="00B76A25">
        <w:rPr>
          <w:sz w:val="22"/>
          <w:szCs w:val="22"/>
        </w:rPr>
        <w:t>Elezioni rappresentanza sindacali unitario 17-18-19 aprile 2018 –</w:t>
      </w:r>
      <w:r w:rsidR="00DE3972">
        <w:rPr>
          <w:sz w:val="22"/>
          <w:szCs w:val="22"/>
        </w:rPr>
        <w:t xml:space="preserve"> Integrazione</w:t>
      </w:r>
      <w:r w:rsidR="00B76A25">
        <w:rPr>
          <w:sz w:val="22"/>
          <w:szCs w:val="22"/>
        </w:rPr>
        <w:t xml:space="preserve"> Elenco sedi istituzioni scolastiche se di elezione</w:t>
      </w:r>
    </w:p>
    <w:p w:rsidR="00693F3E" w:rsidRDefault="00693F3E" w:rsidP="006E517C">
      <w:pPr>
        <w:ind w:left="4680" w:hanging="375"/>
        <w:jc w:val="both"/>
        <w:rPr>
          <w:sz w:val="22"/>
          <w:szCs w:val="22"/>
        </w:rPr>
      </w:pPr>
    </w:p>
    <w:p w:rsidR="007C31F2" w:rsidRDefault="007C31F2" w:rsidP="00F91809">
      <w:pPr>
        <w:jc w:val="both"/>
        <w:rPr>
          <w:sz w:val="22"/>
          <w:szCs w:val="22"/>
        </w:rPr>
      </w:pPr>
    </w:p>
    <w:p w:rsidR="009F6D0B" w:rsidRDefault="009F6D0B" w:rsidP="00F91809">
      <w:pPr>
        <w:jc w:val="both"/>
        <w:rPr>
          <w:sz w:val="22"/>
          <w:szCs w:val="22"/>
        </w:rPr>
      </w:pPr>
    </w:p>
    <w:p w:rsidR="00F64A51" w:rsidRDefault="00F64A51" w:rsidP="00F91809">
      <w:pPr>
        <w:jc w:val="both"/>
        <w:rPr>
          <w:sz w:val="22"/>
          <w:szCs w:val="22"/>
        </w:rPr>
      </w:pPr>
    </w:p>
    <w:p w:rsidR="00DE3972" w:rsidRDefault="00F64A51" w:rsidP="005543C6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DE3972">
        <w:rPr>
          <w:sz w:val="22"/>
          <w:szCs w:val="22"/>
        </w:rPr>
        <w:t>Facendo seguito all</w:t>
      </w:r>
      <w:r w:rsidR="00B76A25">
        <w:rPr>
          <w:sz w:val="22"/>
          <w:szCs w:val="22"/>
        </w:rPr>
        <w:t xml:space="preserve">’Avviso </w:t>
      </w:r>
      <w:r w:rsidR="00DE3972">
        <w:rPr>
          <w:sz w:val="22"/>
          <w:szCs w:val="22"/>
        </w:rPr>
        <w:t xml:space="preserve">AOOUFGAB </w:t>
      </w:r>
      <w:r w:rsidR="00B76A25">
        <w:rPr>
          <w:sz w:val="22"/>
          <w:szCs w:val="22"/>
        </w:rPr>
        <w:t>1076</w:t>
      </w:r>
      <w:r w:rsidR="00DE3972">
        <w:rPr>
          <w:sz w:val="22"/>
          <w:szCs w:val="22"/>
        </w:rPr>
        <w:t xml:space="preserve"> del </w:t>
      </w:r>
      <w:r w:rsidR="00B76A25">
        <w:rPr>
          <w:sz w:val="22"/>
          <w:szCs w:val="22"/>
        </w:rPr>
        <w:t>giorno 11</w:t>
      </w:r>
      <w:r w:rsidR="00DE3972">
        <w:rPr>
          <w:sz w:val="22"/>
          <w:szCs w:val="22"/>
        </w:rPr>
        <w:t xml:space="preserve"> gennaio 2018, la mappatura delle sedi di elezione è integrata con la seguente Istituzione educativa:</w:t>
      </w:r>
    </w:p>
    <w:p w:rsidR="00DE3972" w:rsidRDefault="00DE3972" w:rsidP="005543C6">
      <w:pPr>
        <w:jc w:val="both"/>
        <w:rPr>
          <w:sz w:val="22"/>
          <w:szCs w:val="22"/>
        </w:rPr>
      </w:pPr>
    </w:p>
    <w:tbl>
      <w:tblPr>
        <w:tblW w:w="73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0"/>
        <w:gridCol w:w="4620"/>
      </w:tblGrid>
      <w:tr w:rsidR="00DE3972" w:rsidTr="00DE3972">
        <w:trPr>
          <w:trHeight w:val="30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0C0C0"/>
            <w:noWrap/>
            <w:vAlign w:val="center"/>
            <w:hideMark/>
          </w:tcPr>
          <w:p w:rsidR="00DE3972" w:rsidRDefault="00DE397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REGIONE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3972" w:rsidRDefault="00DE397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Sicilia</w:t>
            </w:r>
          </w:p>
        </w:tc>
      </w:tr>
      <w:tr w:rsidR="00DE3972" w:rsidTr="00DE3972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0C0C0"/>
            <w:noWrap/>
            <w:vAlign w:val="center"/>
            <w:hideMark/>
          </w:tcPr>
          <w:p w:rsidR="00DE3972" w:rsidRDefault="00DE397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PROVINCIA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3972" w:rsidRDefault="00DE397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Trapani</w:t>
            </w:r>
          </w:p>
        </w:tc>
      </w:tr>
      <w:tr w:rsidR="00DE3972" w:rsidTr="00DE3972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0C0C0"/>
            <w:noWrap/>
            <w:vAlign w:val="center"/>
            <w:hideMark/>
          </w:tcPr>
          <w:p w:rsidR="00DE3972" w:rsidRDefault="00DE397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SIGLA PROVINCIA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3972" w:rsidRDefault="00DE397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TP</w:t>
            </w:r>
          </w:p>
        </w:tc>
      </w:tr>
      <w:tr w:rsidR="00DE3972" w:rsidTr="00DE3972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0C0C0"/>
            <w:noWrap/>
            <w:vAlign w:val="center"/>
            <w:hideMark/>
          </w:tcPr>
          <w:p w:rsidR="00DE3972" w:rsidRDefault="00DE397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CODICE MECCANOGRAFICO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972" w:rsidRDefault="00DE397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TPVC020008</w:t>
            </w:r>
          </w:p>
        </w:tc>
      </w:tr>
      <w:tr w:rsidR="00DE3972" w:rsidTr="00DE3972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0C0C0"/>
            <w:noWrap/>
            <w:vAlign w:val="center"/>
            <w:hideMark/>
          </w:tcPr>
          <w:p w:rsidR="00DE3972" w:rsidRDefault="00DE397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DENOMINAZIONE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972" w:rsidRDefault="00DE397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Istituto Educativo dello Stato per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Audiofonolesi</w:t>
            </w:r>
            <w:proofErr w:type="spellEnd"/>
          </w:p>
        </w:tc>
      </w:tr>
      <w:tr w:rsidR="00DE3972" w:rsidTr="00DE3972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0C0C0"/>
            <w:noWrap/>
            <w:vAlign w:val="center"/>
            <w:hideMark/>
          </w:tcPr>
          <w:p w:rsidR="00DE3972" w:rsidRDefault="00DE397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INDIRIZZO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972" w:rsidRDefault="00DE397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VIA GROTTA DEL TORO, 21</w:t>
            </w:r>
          </w:p>
        </w:tc>
      </w:tr>
      <w:tr w:rsidR="00DE3972" w:rsidTr="00DE3972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0C0C0"/>
            <w:noWrap/>
            <w:vAlign w:val="center"/>
            <w:hideMark/>
          </w:tcPr>
          <w:p w:rsidR="00DE3972" w:rsidRDefault="00DE397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COMUNE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3972" w:rsidRDefault="00DE397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Marsala</w:t>
            </w:r>
          </w:p>
        </w:tc>
      </w:tr>
      <w:tr w:rsidR="00DE3972" w:rsidTr="00DE3972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0C0C0"/>
            <w:noWrap/>
            <w:vAlign w:val="center"/>
            <w:hideMark/>
          </w:tcPr>
          <w:p w:rsidR="00DE3972" w:rsidRDefault="00DE397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CODICE  COMUNE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3972" w:rsidRDefault="00DE397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E974</w:t>
            </w:r>
          </w:p>
        </w:tc>
      </w:tr>
      <w:tr w:rsidR="00DE3972" w:rsidTr="00DE3972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0C0C0"/>
            <w:noWrap/>
            <w:vAlign w:val="center"/>
            <w:hideMark/>
          </w:tcPr>
          <w:p w:rsidR="00DE3972" w:rsidRDefault="00DE397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CAP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972" w:rsidRDefault="00DE397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91025</w:t>
            </w:r>
          </w:p>
        </w:tc>
      </w:tr>
      <w:tr w:rsidR="00DE3972" w:rsidTr="00DE3972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0C0C0"/>
            <w:noWrap/>
            <w:vAlign w:val="center"/>
            <w:hideMark/>
          </w:tcPr>
          <w:p w:rsidR="00DE3972" w:rsidRDefault="00DE397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NUMERO TELEFONO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972" w:rsidRDefault="00DE397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(09) 2398-9455</w:t>
            </w:r>
          </w:p>
        </w:tc>
      </w:tr>
      <w:tr w:rsidR="00DE3972" w:rsidTr="00DE3972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0C0C0"/>
            <w:noWrap/>
            <w:vAlign w:val="center"/>
            <w:hideMark/>
          </w:tcPr>
          <w:p w:rsidR="00DE3972" w:rsidRDefault="00DE397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NUMERO FAX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972" w:rsidRDefault="00DE397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(09) 2371-2955</w:t>
            </w:r>
          </w:p>
        </w:tc>
      </w:tr>
      <w:tr w:rsidR="00DE3972" w:rsidTr="00DE3972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0C0C0"/>
            <w:noWrap/>
            <w:vAlign w:val="center"/>
            <w:hideMark/>
          </w:tcPr>
          <w:p w:rsidR="00DE3972" w:rsidRDefault="00DE397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972" w:rsidRDefault="00B76A2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hyperlink r:id="rId9" w:history="1">
              <w:r w:rsidRPr="002516EC">
                <w:rPr>
                  <w:rStyle w:val="Collegamentoipertestuale"/>
                  <w:rFonts w:ascii="Calibri" w:hAnsi="Calibri"/>
                  <w:sz w:val="22"/>
                  <w:szCs w:val="22"/>
                </w:rPr>
                <w:t>tpvc020008@istruzione.it</w:t>
              </w:r>
            </w:hyperlink>
          </w:p>
        </w:tc>
      </w:tr>
      <w:tr w:rsidR="00DE3972" w:rsidTr="00DE3972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0C0C0"/>
            <w:noWrap/>
            <w:vAlign w:val="center"/>
            <w:hideMark/>
          </w:tcPr>
          <w:p w:rsidR="00DE3972" w:rsidRDefault="00DE397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PEC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972" w:rsidRDefault="00DE397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tpvc020008@pec.istruzione.it </w:t>
            </w:r>
          </w:p>
        </w:tc>
      </w:tr>
    </w:tbl>
    <w:p w:rsidR="0098650E" w:rsidRDefault="005543C6" w:rsidP="005543C6">
      <w:pPr>
        <w:jc w:val="both"/>
        <w:rPr>
          <w:sz w:val="22"/>
          <w:szCs w:val="22"/>
        </w:rPr>
      </w:pPr>
      <w:r>
        <w:rPr>
          <w:sz w:val="22"/>
          <w:szCs w:val="22"/>
        </w:rPr>
        <w:t>.</w:t>
      </w:r>
    </w:p>
    <w:p w:rsidR="005543C6" w:rsidRDefault="005543C6" w:rsidP="005543C6">
      <w:pPr>
        <w:jc w:val="both"/>
      </w:pPr>
    </w:p>
    <w:p w:rsidR="008922A1" w:rsidRDefault="008922A1" w:rsidP="00F14DB2">
      <w:pPr>
        <w:pStyle w:val="Corpodeltesto21"/>
        <w:jc w:val="both"/>
      </w:pPr>
    </w:p>
    <w:p w:rsidR="00AD7E37" w:rsidRDefault="00AD7E37" w:rsidP="00AD7E37">
      <w:pPr>
        <w:pStyle w:val="Corpodeltesto21"/>
        <w:tabs>
          <w:tab w:val="center" w:pos="7371"/>
        </w:tabs>
        <w:jc w:val="both"/>
      </w:pPr>
      <w:r>
        <w:tab/>
        <w:t>Il Vice Capo di Gabinetto</w:t>
      </w:r>
    </w:p>
    <w:p w:rsidR="00AD7E37" w:rsidRDefault="00AD7E37" w:rsidP="00AD7E37">
      <w:pPr>
        <w:pStyle w:val="Corpodeltesto21"/>
        <w:tabs>
          <w:tab w:val="center" w:pos="7371"/>
        </w:tabs>
        <w:jc w:val="both"/>
      </w:pPr>
      <w:r>
        <w:tab/>
      </w:r>
      <w:bookmarkStart w:id="0" w:name="_GoBack"/>
      <w:bookmarkEnd w:id="0"/>
      <w:r>
        <w:t xml:space="preserve">- Rocco Pinneri </w:t>
      </w:r>
      <w:r w:rsidR="001A454A">
        <w:t>-</w:t>
      </w:r>
    </w:p>
    <w:sectPr w:rsidR="00AD7E37">
      <w:headerReference w:type="default" r:id="rId10"/>
      <w:footerReference w:type="even" r:id="rId11"/>
      <w:footerReference w:type="default" r:id="rId12"/>
      <w:pgSz w:w="12240" w:h="15840"/>
      <w:pgMar w:top="2722" w:right="1134" w:bottom="1134" w:left="1134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D8A" w:rsidRDefault="008B4D8A">
      <w:r>
        <w:separator/>
      </w:r>
    </w:p>
  </w:endnote>
  <w:endnote w:type="continuationSeparator" w:id="0">
    <w:p w:rsidR="008B4D8A" w:rsidRDefault="008B4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B27" w:rsidRDefault="005F0B27" w:rsidP="007C31F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F0B27" w:rsidRDefault="005F0B27" w:rsidP="007C31F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B27" w:rsidRDefault="005F0B27" w:rsidP="007C31F2">
    <w:pPr>
      <w:pStyle w:val="Pidipagina"/>
      <w:framePr w:wrap="around" w:vAnchor="text" w:hAnchor="margin" w:xAlign="right" w:y="1"/>
      <w:rPr>
        <w:rStyle w:val="Numeropagina"/>
      </w:rPr>
    </w:pPr>
  </w:p>
  <w:p w:rsidR="005F0B27" w:rsidRDefault="005F0B27" w:rsidP="007C31F2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D8A" w:rsidRDefault="008B4D8A">
      <w:r>
        <w:separator/>
      </w:r>
    </w:p>
  </w:footnote>
  <w:footnote w:type="continuationSeparator" w:id="0">
    <w:p w:rsidR="008B4D8A" w:rsidRDefault="008B4D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B27" w:rsidRDefault="00B76A25" w:rsidP="007C31F2">
    <w:pPr>
      <w:jc w:val="center"/>
      <w:rPr>
        <w:rFonts w:ascii="Kunstler Script" w:hAnsi="Kunstler Script"/>
        <w:sz w:val="60"/>
        <w:szCs w:val="60"/>
      </w:rPr>
    </w:pPr>
    <w:r>
      <w:rPr>
        <w:rFonts w:ascii="Kunstler Script" w:hAnsi="Kunstler Script"/>
        <w:sz w:val="60"/>
        <w:szCs w:val="6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0.75pt;height:44.45pt">
          <v:imagedata r:id="rId1" o:title="107px-Black_and_white_Italian_Republic_emblem"/>
        </v:shape>
      </w:pict>
    </w:r>
  </w:p>
  <w:p w:rsidR="005F0B27" w:rsidRPr="00FB232A" w:rsidRDefault="005F0B27" w:rsidP="007C31F2">
    <w:pPr>
      <w:jc w:val="center"/>
      <w:rPr>
        <w:rFonts w:ascii="English111 Adagio BT" w:hAnsi="English111 Adagio BT"/>
        <w:sz w:val="56"/>
        <w:szCs w:val="56"/>
      </w:rPr>
    </w:pPr>
    <w:r w:rsidRPr="00FB232A">
      <w:rPr>
        <w:rFonts w:ascii="English111 Adagio BT" w:hAnsi="English111 Adagio BT"/>
        <w:sz w:val="56"/>
        <w:szCs w:val="56"/>
      </w:rPr>
      <w:t>Ministero dell’istruzione, dell’università e della ricerca</w:t>
    </w:r>
  </w:p>
  <w:p w:rsidR="005F0B27" w:rsidRPr="009A3682" w:rsidRDefault="005F0B27" w:rsidP="007C31F2">
    <w:pPr>
      <w:jc w:val="center"/>
      <w:rPr>
        <w:rFonts w:ascii="English111 Adagio BT" w:hAnsi="English111 Adagio BT"/>
        <w:sz w:val="48"/>
        <w:szCs w:val="48"/>
      </w:rPr>
    </w:pPr>
    <w:r w:rsidRPr="009A3682">
      <w:rPr>
        <w:rFonts w:ascii="English111 Adagio BT" w:hAnsi="English111 Adagio BT"/>
        <w:sz w:val="48"/>
        <w:szCs w:val="48"/>
      </w:rPr>
      <w:t xml:space="preserve">Ufficio di Gabinetto </w:t>
    </w:r>
  </w:p>
  <w:p w:rsidR="005F0B27" w:rsidRPr="00497D40" w:rsidRDefault="005F0B27" w:rsidP="007C31F2">
    <w:pPr>
      <w:pStyle w:val="Intestazione"/>
      <w:rPr>
        <w:szCs w:val="6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7563F"/>
    <w:multiLevelType w:val="hybridMultilevel"/>
    <w:tmpl w:val="7E502146"/>
    <w:lvl w:ilvl="0" w:tplc="99AE33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19170C"/>
    <w:multiLevelType w:val="hybridMultilevel"/>
    <w:tmpl w:val="31CE3904"/>
    <w:lvl w:ilvl="0" w:tplc="AC408B0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4CE07122"/>
    <w:multiLevelType w:val="hybridMultilevel"/>
    <w:tmpl w:val="F566FE2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76B3AFA"/>
    <w:multiLevelType w:val="hybridMultilevel"/>
    <w:tmpl w:val="9C167A96"/>
    <w:lvl w:ilvl="0" w:tplc="E1E4A91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73B0729A"/>
    <w:multiLevelType w:val="hybridMultilevel"/>
    <w:tmpl w:val="81E4A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2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454A"/>
    <w:rsid w:val="00017E22"/>
    <w:rsid w:val="0002383F"/>
    <w:rsid w:val="00025CF5"/>
    <w:rsid w:val="000310D3"/>
    <w:rsid w:val="00040BB3"/>
    <w:rsid w:val="00063105"/>
    <w:rsid w:val="00063668"/>
    <w:rsid w:val="000671B3"/>
    <w:rsid w:val="00096169"/>
    <w:rsid w:val="000B4F89"/>
    <w:rsid w:val="000B6589"/>
    <w:rsid w:val="000F1BCC"/>
    <w:rsid w:val="000F41D3"/>
    <w:rsid w:val="001047B1"/>
    <w:rsid w:val="001125F8"/>
    <w:rsid w:val="00130D58"/>
    <w:rsid w:val="0017338C"/>
    <w:rsid w:val="00173A2B"/>
    <w:rsid w:val="0019739A"/>
    <w:rsid w:val="001A4035"/>
    <w:rsid w:val="001A454A"/>
    <w:rsid w:val="001B43E7"/>
    <w:rsid w:val="001C333E"/>
    <w:rsid w:val="001D4EB6"/>
    <w:rsid w:val="001E6292"/>
    <w:rsid w:val="001E6ACA"/>
    <w:rsid w:val="0024046E"/>
    <w:rsid w:val="002415EF"/>
    <w:rsid w:val="00245012"/>
    <w:rsid w:val="002D2529"/>
    <w:rsid w:val="002E0046"/>
    <w:rsid w:val="002F4AC6"/>
    <w:rsid w:val="002F753E"/>
    <w:rsid w:val="00311814"/>
    <w:rsid w:val="0033453A"/>
    <w:rsid w:val="00361E92"/>
    <w:rsid w:val="003645EA"/>
    <w:rsid w:val="00364FBD"/>
    <w:rsid w:val="00377C16"/>
    <w:rsid w:val="003D7F52"/>
    <w:rsid w:val="003E3EBA"/>
    <w:rsid w:val="003E7689"/>
    <w:rsid w:val="004122C3"/>
    <w:rsid w:val="00417568"/>
    <w:rsid w:val="004200E4"/>
    <w:rsid w:val="004331EB"/>
    <w:rsid w:val="0044742C"/>
    <w:rsid w:val="00447AE9"/>
    <w:rsid w:val="004543C4"/>
    <w:rsid w:val="004626FB"/>
    <w:rsid w:val="004660AD"/>
    <w:rsid w:val="00467FBA"/>
    <w:rsid w:val="00492AAB"/>
    <w:rsid w:val="004A3C94"/>
    <w:rsid w:val="004C2CC1"/>
    <w:rsid w:val="004E7708"/>
    <w:rsid w:val="0050473C"/>
    <w:rsid w:val="00513827"/>
    <w:rsid w:val="00514152"/>
    <w:rsid w:val="00521842"/>
    <w:rsid w:val="005316F6"/>
    <w:rsid w:val="00533746"/>
    <w:rsid w:val="00545179"/>
    <w:rsid w:val="005543C6"/>
    <w:rsid w:val="00575FAF"/>
    <w:rsid w:val="005A1F7E"/>
    <w:rsid w:val="005A3D00"/>
    <w:rsid w:val="005D4682"/>
    <w:rsid w:val="005D4DE4"/>
    <w:rsid w:val="005E009B"/>
    <w:rsid w:val="005F0B27"/>
    <w:rsid w:val="00600A91"/>
    <w:rsid w:val="00623D5F"/>
    <w:rsid w:val="00624044"/>
    <w:rsid w:val="00630B85"/>
    <w:rsid w:val="0064027C"/>
    <w:rsid w:val="00686614"/>
    <w:rsid w:val="0069166D"/>
    <w:rsid w:val="00691A91"/>
    <w:rsid w:val="00693F3E"/>
    <w:rsid w:val="006B5632"/>
    <w:rsid w:val="006B7EDF"/>
    <w:rsid w:val="006D2ECA"/>
    <w:rsid w:val="006E517C"/>
    <w:rsid w:val="007044FC"/>
    <w:rsid w:val="007463BD"/>
    <w:rsid w:val="007619E1"/>
    <w:rsid w:val="0076348D"/>
    <w:rsid w:val="007859BB"/>
    <w:rsid w:val="007C31F2"/>
    <w:rsid w:val="007D03B9"/>
    <w:rsid w:val="007D243F"/>
    <w:rsid w:val="00827D06"/>
    <w:rsid w:val="00833E09"/>
    <w:rsid w:val="008876F0"/>
    <w:rsid w:val="00887B57"/>
    <w:rsid w:val="008922A1"/>
    <w:rsid w:val="008B4D8A"/>
    <w:rsid w:val="008D0E5A"/>
    <w:rsid w:val="008D5016"/>
    <w:rsid w:val="008E5914"/>
    <w:rsid w:val="008F014D"/>
    <w:rsid w:val="00921779"/>
    <w:rsid w:val="00933DDD"/>
    <w:rsid w:val="00943ACC"/>
    <w:rsid w:val="00966E1D"/>
    <w:rsid w:val="0097159A"/>
    <w:rsid w:val="0098650E"/>
    <w:rsid w:val="009C16E6"/>
    <w:rsid w:val="009F6D0B"/>
    <w:rsid w:val="00A147A9"/>
    <w:rsid w:val="00A24FA6"/>
    <w:rsid w:val="00A84740"/>
    <w:rsid w:val="00A85624"/>
    <w:rsid w:val="00A94C45"/>
    <w:rsid w:val="00AA1405"/>
    <w:rsid w:val="00AA29D0"/>
    <w:rsid w:val="00AA5590"/>
    <w:rsid w:val="00AD7E37"/>
    <w:rsid w:val="00AF5043"/>
    <w:rsid w:val="00B1303B"/>
    <w:rsid w:val="00B20B8E"/>
    <w:rsid w:val="00B35169"/>
    <w:rsid w:val="00B60A16"/>
    <w:rsid w:val="00B76A25"/>
    <w:rsid w:val="00B90AF2"/>
    <w:rsid w:val="00BB1921"/>
    <w:rsid w:val="00BD1808"/>
    <w:rsid w:val="00BD2E7D"/>
    <w:rsid w:val="00BD2F69"/>
    <w:rsid w:val="00BD397C"/>
    <w:rsid w:val="00BF1692"/>
    <w:rsid w:val="00BF197A"/>
    <w:rsid w:val="00C3187D"/>
    <w:rsid w:val="00C35A88"/>
    <w:rsid w:val="00C40A40"/>
    <w:rsid w:val="00C429BD"/>
    <w:rsid w:val="00C50044"/>
    <w:rsid w:val="00C65378"/>
    <w:rsid w:val="00C70663"/>
    <w:rsid w:val="00C912FC"/>
    <w:rsid w:val="00C95896"/>
    <w:rsid w:val="00CA4DDD"/>
    <w:rsid w:val="00CB3AFE"/>
    <w:rsid w:val="00CC5A07"/>
    <w:rsid w:val="00CD389E"/>
    <w:rsid w:val="00CE63CD"/>
    <w:rsid w:val="00CF1DDB"/>
    <w:rsid w:val="00D05D0C"/>
    <w:rsid w:val="00D10CCC"/>
    <w:rsid w:val="00D2028A"/>
    <w:rsid w:val="00D206F5"/>
    <w:rsid w:val="00D52483"/>
    <w:rsid w:val="00D64F9F"/>
    <w:rsid w:val="00D84BB1"/>
    <w:rsid w:val="00DB4191"/>
    <w:rsid w:val="00DE2E3E"/>
    <w:rsid w:val="00DE3921"/>
    <w:rsid w:val="00DE3972"/>
    <w:rsid w:val="00DF7C91"/>
    <w:rsid w:val="00E031AE"/>
    <w:rsid w:val="00E41E73"/>
    <w:rsid w:val="00E50276"/>
    <w:rsid w:val="00E77BF2"/>
    <w:rsid w:val="00E930C2"/>
    <w:rsid w:val="00EA73B1"/>
    <w:rsid w:val="00EB1350"/>
    <w:rsid w:val="00EB1556"/>
    <w:rsid w:val="00EE73B8"/>
    <w:rsid w:val="00F01495"/>
    <w:rsid w:val="00F14DB2"/>
    <w:rsid w:val="00F21BD9"/>
    <w:rsid w:val="00F332F6"/>
    <w:rsid w:val="00F52086"/>
    <w:rsid w:val="00F64A51"/>
    <w:rsid w:val="00F808AB"/>
    <w:rsid w:val="00F84FC5"/>
    <w:rsid w:val="00F91809"/>
    <w:rsid w:val="00FB20D6"/>
    <w:rsid w:val="00FC33DE"/>
    <w:rsid w:val="00FE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C31F2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21">
    <w:name w:val="Corpo del testo 21"/>
    <w:basedOn w:val="Normale"/>
    <w:rsid w:val="00063105"/>
    <w:pPr>
      <w:overflowPunct w:val="0"/>
      <w:autoSpaceDE w:val="0"/>
      <w:autoSpaceDN w:val="0"/>
      <w:adjustRightInd w:val="0"/>
      <w:ind w:firstLine="708"/>
      <w:textAlignment w:val="baseline"/>
    </w:pPr>
    <w:rPr>
      <w:sz w:val="22"/>
      <w:szCs w:val="20"/>
    </w:rPr>
  </w:style>
  <w:style w:type="paragraph" w:styleId="Testofumetto">
    <w:name w:val="Balloon Text"/>
    <w:basedOn w:val="Normale"/>
    <w:semiHidden/>
    <w:rsid w:val="00CF1DDB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7C31F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7C31F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C31F2"/>
  </w:style>
  <w:style w:type="character" w:styleId="Collegamentoipertestuale">
    <w:name w:val="Hyperlink"/>
    <w:rsid w:val="006B7ED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9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tpvc020008@istruzione.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3159\Desktop\UffGa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3576D-D339-4387-BBC0-C760416D3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UffGab.dotx</Template>
  <TotalTime>0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M.I.U.R.</Company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Administrator</dc:creator>
  <cp:lastModifiedBy>Administrator</cp:lastModifiedBy>
  <cp:revision>2</cp:revision>
  <cp:lastPrinted>2018-02-26T10:04:00Z</cp:lastPrinted>
  <dcterms:created xsi:type="dcterms:W3CDTF">2018-02-26T10:11:00Z</dcterms:created>
  <dcterms:modified xsi:type="dcterms:W3CDTF">2018-02-26T10:11:00Z</dcterms:modified>
</cp:coreProperties>
</file>